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6428779B" w14:textId="77777777" w:rsidTr="00546F76">
        <w:trPr>
          <w:trHeight w:val="284"/>
        </w:trPr>
        <w:tc>
          <w:tcPr>
            <w:tcW w:w="7359" w:type="dxa"/>
            <w:tcMar>
              <w:top w:w="11" w:type="dxa"/>
              <w:bottom w:w="0" w:type="dxa"/>
            </w:tcMar>
          </w:tcPr>
          <w:p w14:paraId="6FA33B57" w14:textId="76613F9F"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8A4127691A5FC842A09A6632BD136F89"/>
                </w:placeholder>
                <w:dataBinding w:prefixMappings="xmlns:ns0='http://schemas.microsoft.com/office/2006/coverPageProps' " w:xpath="/ns0:CoverPageProperties[1]/ns0:PublishDate[1]" w:storeItemID="{55AF091B-3C7A-41E3-B477-F2FDAA23CFDA}"/>
                <w:date w:fullDate="2022-11-09T00:00:00Z">
                  <w:dateFormat w:val="d. MMMM yyyy"/>
                  <w:lid w:val="de-DE"/>
                  <w:storeMappedDataAs w:val="dateTime"/>
                  <w:calendar w:val="gregorian"/>
                </w:date>
              </w:sdtPr>
              <w:sdtContent>
                <w:r w:rsidR="00603DBD">
                  <w:rPr>
                    <w:rStyle w:val="Dokumentdatum"/>
                  </w:rPr>
                  <w:t>9</w:t>
                </w:r>
                <w:r w:rsidR="004427EA">
                  <w:rPr>
                    <w:rStyle w:val="Dokumentdatum"/>
                  </w:rPr>
                  <w:t>. November 2022</w:t>
                </w:r>
              </w:sdtContent>
            </w:sdt>
          </w:p>
        </w:tc>
      </w:tr>
      <w:tr w:rsidR="00C65692" w:rsidRPr="00D5446F" w14:paraId="23D97C06" w14:textId="77777777" w:rsidTr="00AC700B">
        <w:trPr>
          <w:trHeight w:hRule="exact" w:val="1562"/>
        </w:trPr>
        <w:tc>
          <w:tcPr>
            <w:tcW w:w="7359" w:type="dxa"/>
            <w:tcMar>
              <w:top w:w="289" w:type="dxa"/>
              <w:bottom w:w="1083" w:type="dxa"/>
            </w:tcMar>
          </w:tcPr>
          <w:p w14:paraId="7F817103" w14:textId="22B5B35B" w:rsidR="00025DF7" w:rsidRPr="00D5446F" w:rsidRDefault="007E7B37" w:rsidP="00752C8E">
            <w:pPr>
              <w:pStyle w:val="Betreff"/>
            </w:pPr>
            <w:r w:rsidRPr="00737987">
              <w:t>GEZE</w:t>
            </w:r>
            <w:r w:rsidR="00E11DFE" w:rsidRPr="002A111D">
              <w:t xml:space="preserve"> Antrieb</w:t>
            </w:r>
            <w:r>
              <w:t xml:space="preserve"> F 1200+:</w:t>
            </w:r>
            <w:r w:rsidR="00E80892">
              <w:t xml:space="preserve"> </w:t>
            </w:r>
            <w:r w:rsidR="003E251D">
              <w:t>Raumhohe, schwere Fenster</w:t>
            </w:r>
            <w:r>
              <w:t xml:space="preserve"> leicht und sicher bediene</w:t>
            </w:r>
            <w:r w:rsidR="000D0ECF">
              <w:t>n</w:t>
            </w:r>
          </w:p>
        </w:tc>
      </w:tr>
    </w:tbl>
    <w:p w14:paraId="6977B670" w14:textId="23E69260" w:rsidR="004419E4" w:rsidRDefault="00A76734" w:rsidP="00D5446F">
      <w:pPr>
        <w:pStyle w:val="Vorspann"/>
      </w:pPr>
      <w:r>
        <w:t>Für das Öffnen und Verriegeln g</w:t>
      </w:r>
      <w:r w:rsidR="006E3D9D" w:rsidRPr="006E3D9D">
        <w:t>roße</w:t>
      </w:r>
      <w:r w:rsidR="00CF5A5A">
        <w:t>r</w:t>
      </w:r>
      <w:r w:rsidR="006E3D9D" w:rsidRPr="006E3D9D">
        <w:t>, raumhohe</w:t>
      </w:r>
      <w:r>
        <w:t xml:space="preserve">r </w:t>
      </w:r>
      <w:r w:rsidR="00CF5A5A">
        <w:t xml:space="preserve">Fenster </w:t>
      </w:r>
      <w:r>
        <w:t>bietet der innovative Fenster-, Türen- und Sicherheitsspezialist GEZE</w:t>
      </w:r>
      <w:r w:rsidR="00365CFD">
        <w:t xml:space="preserve"> </w:t>
      </w:r>
      <w:r>
        <w:t xml:space="preserve">einen eigenen Antrieb: </w:t>
      </w:r>
    </w:p>
    <w:p w14:paraId="309ED2BC" w14:textId="7A9C0217" w:rsidR="00D5446F" w:rsidRPr="006E3D9D" w:rsidRDefault="000B0674" w:rsidP="00D5446F">
      <w:pPr>
        <w:pStyle w:val="Vorspann"/>
      </w:pPr>
      <w:r>
        <w:t>d</w:t>
      </w:r>
      <w:r w:rsidR="00696D0F">
        <w:t>e</w:t>
      </w:r>
      <w:r w:rsidR="00E11DFE">
        <w:t>n</w:t>
      </w:r>
      <w:r w:rsidR="00696D0F">
        <w:t xml:space="preserve"> </w:t>
      </w:r>
      <w:r w:rsidR="006E3D9D" w:rsidRPr="006E3D9D">
        <w:t>F 1200+</w:t>
      </w:r>
      <w:r w:rsidR="00A76734">
        <w:t xml:space="preserve">. Der </w:t>
      </w:r>
      <w:r w:rsidR="00737987">
        <w:t>Fenstera</w:t>
      </w:r>
      <w:r w:rsidR="006E3D9D">
        <w:t>n</w:t>
      </w:r>
      <w:r w:rsidR="00A76734">
        <w:t>trieb ist</w:t>
      </w:r>
      <w:r w:rsidR="00E80892">
        <w:t xml:space="preserve"> </w:t>
      </w:r>
      <w:r w:rsidR="00845C7A">
        <w:t xml:space="preserve">unter anderem auch </w:t>
      </w:r>
      <w:r w:rsidR="00A76734">
        <w:t xml:space="preserve">für </w:t>
      </w:r>
      <w:r w:rsidR="00241EE7" w:rsidRPr="00241EE7">
        <w:t>große, schwere Dreh-Kipp- und Kipp-Fenster bis 3,50 Meter Höhe</w:t>
      </w:r>
      <w:r w:rsidR="00241EE7">
        <w:t>, 2,40 Meter Flüg</w:t>
      </w:r>
      <w:r w:rsidR="00BE6444">
        <w:t>e</w:t>
      </w:r>
      <w:r w:rsidR="00241EE7">
        <w:t>lbreite</w:t>
      </w:r>
      <w:r w:rsidR="00241EE7" w:rsidRPr="00241EE7">
        <w:t xml:space="preserve"> und 200 </w:t>
      </w:r>
      <w:r w:rsidR="00241EE7">
        <w:t>Kilogramm</w:t>
      </w:r>
      <w:r w:rsidR="00241EE7" w:rsidDel="00241EE7">
        <w:t xml:space="preserve"> </w:t>
      </w:r>
      <w:r w:rsidR="00A76734">
        <w:t xml:space="preserve">Flügelgewicht ausgelegt: </w:t>
      </w:r>
      <w:r w:rsidR="001D6E4F">
        <w:t>Ein</w:t>
      </w:r>
      <w:r w:rsidR="00A76734">
        <w:t xml:space="preserve"> </w:t>
      </w:r>
      <w:r w:rsidR="001D6E4F">
        <w:t>starker, aber sehr leise</w:t>
      </w:r>
      <w:r w:rsidR="000B3525">
        <w:t>r</w:t>
      </w:r>
      <w:r w:rsidR="00A76734">
        <w:t xml:space="preserve"> </w:t>
      </w:r>
      <w:r w:rsidR="00E80892">
        <w:t xml:space="preserve">Antrieb </w:t>
      </w:r>
      <w:r w:rsidR="00A34658">
        <w:t>kann die</w:t>
      </w:r>
      <w:r w:rsidR="00A76734">
        <w:t xml:space="preserve"> Fenster in die gewünschte </w:t>
      </w:r>
      <w:r w:rsidR="00A34658">
        <w:t>Kipp-</w:t>
      </w:r>
      <w:r w:rsidR="00A76734">
        <w:t>Position</w:t>
      </w:r>
      <w:r w:rsidR="00A34658">
        <w:t xml:space="preserve"> bringen und </w:t>
      </w:r>
      <w:r w:rsidR="00AE6ED4">
        <w:t>das Fenster entriegeln</w:t>
      </w:r>
      <w:r w:rsidR="00A34658">
        <w:t xml:space="preserve">, </w:t>
      </w:r>
      <w:r w:rsidR="00AE6ED4">
        <w:t>sodass eine manuelle Drehstellung möglich ist</w:t>
      </w:r>
      <w:r w:rsidR="001D6E4F">
        <w:t xml:space="preserve">. Der Antrieb lässt sich </w:t>
      </w:r>
      <w:r w:rsidR="00AE6ED4">
        <w:t xml:space="preserve">über die </w:t>
      </w:r>
      <w:r w:rsidR="001D6E4F" w:rsidRPr="004419E4">
        <w:t xml:space="preserve">GEZE </w:t>
      </w:r>
      <w:r w:rsidR="00820659" w:rsidRPr="004419E4">
        <w:t xml:space="preserve">IQ </w:t>
      </w:r>
      <w:r w:rsidR="004419E4" w:rsidRPr="004419E4">
        <w:t xml:space="preserve">box </w:t>
      </w:r>
      <w:r w:rsidR="00A34658" w:rsidRPr="004419E4">
        <w:t>KNX</w:t>
      </w:r>
      <w:r w:rsidR="00AE6ED4">
        <w:t xml:space="preserve"> einfach</w:t>
      </w:r>
      <w:r w:rsidR="004419E4">
        <w:t xml:space="preserve"> </w:t>
      </w:r>
      <w:r w:rsidR="00820659">
        <w:t>in automatisierte Steuerungskonzepte integrieren.</w:t>
      </w:r>
    </w:p>
    <w:p w14:paraId="58074D4A" w14:textId="77777777" w:rsidR="002D4EAE" w:rsidRPr="00820659" w:rsidRDefault="006726F8" w:rsidP="00D5446F">
      <w:pPr>
        <w:pStyle w:val="berschrift1"/>
        <w:rPr>
          <w:lang w:val="de-DE"/>
        </w:rPr>
      </w:pPr>
      <w:r>
        <w:rPr>
          <w:lang w:val="de-DE"/>
        </w:rPr>
        <w:t>Raumhohe</w:t>
      </w:r>
      <w:r w:rsidR="00820659" w:rsidRPr="00820659">
        <w:rPr>
          <w:lang w:val="de-DE"/>
        </w:rPr>
        <w:t xml:space="preserve"> Fenster</w:t>
      </w:r>
      <w:r>
        <w:rPr>
          <w:lang w:val="de-DE"/>
        </w:rPr>
        <w:t xml:space="preserve"> einfach bedienen</w:t>
      </w:r>
    </w:p>
    <w:p w14:paraId="2B2CE54D" w14:textId="4FDDF4FD" w:rsidR="00820659" w:rsidRDefault="00820659" w:rsidP="00D5446F">
      <w:r w:rsidRPr="00820659">
        <w:t>Bodentiefe</w:t>
      </w:r>
      <w:r w:rsidR="001C6795">
        <w:t xml:space="preserve"> Fenster</w:t>
      </w:r>
      <w:r w:rsidRPr="00820659">
        <w:t xml:space="preserve"> oder Fenster </w:t>
      </w:r>
      <w:r w:rsidR="00AE6ED4">
        <w:t xml:space="preserve">mit großen Glasflächen </w:t>
      </w:r>
      <w:r w:rsidR="00932972">
        <w:t>gelten</w:t>
      </w:r>
      <w:r w:rsidR="00932972" w:rsidRPr="00820659">
        <w:t xml:space="preserve"> </w:t>
      </w:r>
      <w:r w:rsidR="00932972">
        <w:t xml:space="preserve">vor allem in </w:t>
      </w:r>
      <w:r>
        <w:t>hochwertige</w:t>
      </w:r>
      <w:r w:rsidR="00CF5A5A">
        <w:t>n</w:t>
      </w:r>
      <w:r>
        <w:t xml:space="preserve"> </w:t>
      </w:r>
      <w:r w:rsidR="00845C7A">
        <w:t xml:space="preserve">Hotel- und </w:t>
      </w:r>
      <w:r>
        <w:t>Büro</w:t>
      </w:r>
      <w:r w:rsidR="00845C7A">
        <w:t xml:space="preserve">räumen sowie in öffentlichen Gebäuden </w:t>
      </w:r>
      <w:r w:rsidR="00CF5A5A" w:rsidRPr="00240DB0">
        <w:t>mittlerweile</w:t>
      </w:r>
      <w:r w:rsidR="00D012DC">
        <w:t xml:space="preserve"> </w:t>
      </w:r>
      <w:r w:rsidR="00932972">
        <w:t xml:space="preserve">als </w:t>
      </w:r>
      <w:r w:rsidR="00D012DC">
        <w:t>Standard. Neben dem ästhetischen Aspekt</w:t>
      </w:r>
      <w:r w:rsidR="004419E4">
        <w:t xml:space="preserve"> verbessern</w:t>
      </w:r>
      <w:r w:rsidR="00D012DC">
        <w:t xml:space="preserve"> große Fenster</w:t>
      </w:r>
      <w:r w:rsidR="00B91F04">
        <w:t xml:space="preserve"> </w:t>
      </w:r>
      <w:r w:rsidR="00D012DC">
        <w:t xml:space="preserve">aber auch </w:t>
      </w:r>
      <w:r w:rsidR="00BE6444">
        <w:t xml:space="preserve">das </w:t>
      </w:r>
      <w:r w:rsidR="00BE6444">
        <w:rPr>
          <w:bCs/>
        </w:rPr>
        <w:t>Wohlbefinden in den Räumen</w:t>
      </w:r>
      <w:r w:rsidR="00D012DC">
        <w:t xml:space="preserve">. Benutzer schätzen das </w:t>
      </w:r>
      <w:r w:rsidR="00BE6444">
        <w:t xml:space="preserve">natürliche </w:t>
      </w:r>
      <w:r w:rsidR="00D012DC">
        <w:t xml:space="preserve">Licht und </w:t>
      </w:r>
      <w:r w:rsidR="000B3525">
        <w:t xml:space="preserve">die </w:t>
      </w:r>
      <w:r w:rsidR="00BE6444">
        <w:t xml:space="preserve">Möglichkeit einer </w:t>
      </w:r>
      <w:r w:rsidR="000B3525">
        <w:t>natürliche</w:t>
      </w:r>
      <w:r w:rsidR="00BE6444">
        <w:t>n</w:t>
      </w:r>
      <w:r w:rsidR="000B3525">
        <w:t xml:space="preserve"> </w:t>
      </w:r>
      <w:r w:rsidR="00CF5A5A">
        <w:t>L</w:t>
      </w:r>
      <w:r w:rsidR="00D012DC">
        <w:t>üftung</w:t>
      </w:r>
      <w:r w:rsidR="000B3525">
        <w:t xml:space="preserve">. </w:t>
      </w:r>
      <w:r w:rsidR="00D012DC">
        <w:t>GEZE präsentiert mit dem F 1200+ einen Antrieb, mit dem sich auch</w:t>
      </w:r>
      <w:r w:rsidR="00BE6444">
        <w:t xml:space="preserve"> sehr</w:t>
      </w:r>
      <w:r w:rsidR="00D012DC">
        <w:t xml:space="preserve"> große</w:t>
      </w:r>
      <w:r w:rsidR="00BE6444">
        <w:t xml:space="preserve"> und schwere</w:t>
      </w:r>
      <w:r w:rsidR="00231656">
        <w:t xml:space="preserve"> </w:t>
      </w:r>
      <w:r w:rsidR="00932972">
        <w:t>Dreh-Kipp-</w:t>
      </w:r>
      <w:r w:rsidR="00BB7BAA">
        <w:t>F</w:t>
      </w:r>
      <w:r w:rsidR="00D012DC">
        <w:t>enster</w:t>
      </w:r>
      <w:r w:rsidR="00BB7BAA">
        <w:t xml:space="preserve"> aus Aluminium</w:t>
      </w:r>
      <w:r w:rsidR="00D012DC">
        <w:t xml:space="preserve"> spielend leicht automatisch oder manuell </w:t>
      </w:r>
      <w:r w:rsidR="00845C7A">
        <w:t xml:space="preserve">per Tastendruck </w:t>
      </w:r>
      <w:r w:rsidR="00D012DC">
        <w:t>öffnen lassen</w:t>
      </w:r>
      <w:r w:rsidR="00231656">
        <w:t xml:space="preserve">. </w:t>
      </w:r>
    </w:p>
    <w:p w14:paraId="58690A0D" w14:textId="651618D5" w:rsidR="004C41FB" w:rsidRDefault="004C41FB" w:rsidP="00D5446F"/>
    <w:p w14:paraId="7C4E3AF3" w14:textId="3084B027" w:rsidR="004C41FB" w:rsidRDefault="00F41D4A" w:rsidP="000273D8">
      <w:r>
        <w:t>Das moderne</w:t>
      </w:r>
      <w:r w:rsidR="0096232C">
        <w:t xml:space="preserve"> und schlichte</w:t>
      </w:r>
      <w:r>
        <w:t xml:space="preserve"> </w:t>
      </w:r>
      <w:r w:rsidR="0096232C">
        <w:t>Design des</w:t>
      </w:r>
      <w:r>
        <w:t xml:space="preserve"> </w:t>
      </w:r>
      <w:r w:rsidR="0096232C">
        <w:t xml:space="preserve">Fensterantriebs sorgt bei Architekten und </w:t>
      </w:r>
      <w:r w:rsidR="0096232C" w:rsidRPr="00EE420C">
        <w:rPr>
          <w:color w:val="000000" w:themeColor="text1"/>
        </w:rPr>
        <w:t>Planer</w:t>
      </w:r>
      <w:r w:rsidR="002F0EBB" w:rsidRPr="00EE420C">
        <w:rPr>
          <w:color w:val="000000" w:themeColor="text1"/>
        </w:rPr>
        <w:t>n</w:t>
      </w:r>
      <w:r w:rsidR="0096232C" w:rsidRPr="00EE420C">
        <w:rPr>
          <w:color w:val="000000" w:themeColor="text1"/>
        </w:rPr>
        <w:t xml:space="preserve"> </w:t>
      </w:r>
      <w:r w:rsidR="0096232C">
        <w:t>für eine hohe Gestaltungsfreiheit. Moderne Fassaden mit bodentiefen, großen Fenstern, die für frische Luft sorgen und damit zur</w:t>
      </w:r>
      <w:r w:rsidR="0096232C" w:rsidRPr="00FD7E90">
        <w:t xml:space="preserve"> Energieeffizienz </w:t>
      </w:r>
      <w:r w:rsidR="0096232C">
        <w:t xml:space="preserve">des gesamten Gebäudes </w:t>
      </w:r>
      <w:r w:rsidR="0096232C" w:rsidRPr="00FD7E90">
        <w:t>bei</w:t>
      </w:r>
      <w:r w:rsidR="0096232C">
        <w:t xml:space="preserve">tragen, </w:t>
      </w:r>
      <w:r w:rsidR="000273D8">
        <w:t>sind</w:t>
      </w:r>
      <w:r w:rsidR="0096232C">
        <w:t xml:space="preserve"> mit dem F 1200+ </w:t>
      </w:r>
      <w:r w:rsidR="000273D8">
        <w:t>realisierbar</w:t>
      </w:r>
      <w:r w:rsidR="0096232C">
        <w:t>.</w:t>
      </w:r>
      <w:r w:rsidR="00D7331F" w:rsidRPr="00D7331F">
        <w:t xml:space="preserve"> Für </w:t>
      </w:r>
      <w:r w:rsidR="00D7331F">
        <w:t>das</w:t>
      </w:r>
      <w:r w:rsidR="00D7331F" w:rsidRPr="00D7331F">
        <w:t xml:space="preserve"> herausragende Produktdesign </w:t>
      </w:r>
      <w:r w:rsidR="00D7331F">
        <w:t>des F 1200+ wurde</w:t>
      </w:r>
      <w:r w:rsidR="00D7331F" w:rsidRPr="00D7331F">
        <w:t xml:space="preserve"> GEZE mit </w:t>
      </w:r>
      <w:r w:rsidR="00E11DFE">
        <w:t>dem</w:t>
      </w:r>
      <w:r w:rsidR="00737987">
        <w:t xml:space="preserve"> </w:t>
      </w:r>
      <w:proofErr w:type="spellStart"/>
      <w:r w:rsidR="00D7331F" w:rsidRPr="00D7331F">
        <w:t>Iconic</w:t>
      </w:r>
      <w:proofErr w:type="spellEnd"/>
      <w:r w:rsidR="00D7331F" w:rsidRPr="00D7331F">
        <w:t xml:space="preserve"> Award </w:t>
      </w:r>
      <w:r w:rsidR="00D7331F">
        <w:t>–</w:t>
      </w:r>
      <w:r w:rsidR="00D7331F" w:rsidRPr="00D7331F">
        <w:t xml:space="preserve"> „Best </w:t>
      </w:r>
      <w:proofErr w:type="spellStart"/>
      <w:r w:rsidR="00D7331F" w:rsidRPr="00D7331F">
        <w:t>of</w:t>
      </w:r>
      <w:proofErr w:type="spellEnd"/>
      <w:r w:rsidR="00D7331F" w:rsidRPr="00D7331F">
        <w:t xml:space="preserve"> Best“ ausgezeichnet. In der Kategorie „</w:t>
      </w:r>
      <w:proofErr w:type="spellStart"/>
      <w:r w:rsidR="00D7331F" w:rsidRPr="00D7331F">
        <w:t>Product</w:t>
      </w:r>
      <w:proofErr w:type="spellEnd"/>
      <w:r w:rsidR="00D7331F" w:rsidRPr="00D7331F">
        <w:t xml:space="preserve">“ überzeugte </w:t>
      </w:r>
      <w:r w:rsidR="00D7331F">
        <w:t>der</w:t>
      </w:r>
      <w:r w:rsidR="00D7331F" w:rsidRPr="00D7331F">
        <w:t xml:space="preserve"> innovative Fensterantrieb </w:t>
      </w:r>
      <w:r w:rsidR="00D7331F">
        <w:t>die Jury des</w:t>
      </w:r>
      <w:r w:rsidR="00D7331F" w:rsidRPr="00D7331F">
        <w:t xml:space="preserve"> Rat</w:t>
      </w:r>
      <w:r w:rsidR="00737987">
        <w:t>s</w:t>
      </w:r>
      <w:r w:rsidR="00D7331F" w:rsidRPr="00D7331F">
        <w:t xml:space="preserve"> für Formgebung | German Design Council.</w:t>
      </w:r>
    </w:p>
    <w:p w14:paraId="74659782" w14:textId="77777777" w:rsidR="00095819" w:rsidRPr="00231656" w:rsidRDefault="00231656" w:rsidP="008F0D1C">
      <w:pPr>
        <w:pStyle w:val="berschrift1"/>
        <w:rPr>
          <w:lang w:val="de-DE"/>
        </w:rPr>
      </w:pPr>
      <w:r w:rsidRPr="00231656">
        <w:rPr>
          <w:lang w:val="de-DE"/>
        </w:rPr>
        <w:t>Höchster Komfort und Sicherheit</w:t>
      </w:r>
    </w:p>
    <w:p w14:paraId="78723C93" w14:textId="44E8EE70" w:rsidR="007522BD" w:rsidRDefault="00231656" w:rsidP="007522BD">
      <w:r w:rsidRPr="00EC6F03">
        <w:t>Der F 1200+ An</w:t>
      </w:r>
      <w:r w:rsidR="00EC6F03" w:rsidRPr="00EC6F03">
        <w:t xml:space="preserve">trieb </w:t>
      </w:r>
      <w:r w:rsidR="00EC6F03">
        <w:t xml:space="preserve">ist </w:t>
      </w:r>
      <w:r w:rsidR="00AE6ED4">
        <w:t xml:space="preserve">in Kombination mit dem F 1200 Beschlag </w:t>
      </w:r>
      <w:r w:rsidR="00EC6F03">
        <w:t>für Dreh</w:t>
      </w:r>
      <w:r w:rsidR="00171770">
        <w:t>-</w:t>
      </w:r>
      <w:r w:rsidR="00EC6F03">
        <w:t>Kipp</w:t>
      </w:r>
      <w:r w:rsidR="00932972">
        <w:t>-F</w:t>
      </w:r>
      <w:r w:rsidR="00EC6F03">
        <w:t>enster</w:t>
      </w:r>
      <w:r w:rsidR="00AE6ED4">
        <w:t xml:space="preserve"> </w:t>
      </w:r>
      <w:r w:rsidR="00BE6444" w:rsidRPr="00241EE7">
        <w:t>bis 3,50 Meter Höhe</w:t>
      </w:r>
      <w:r w:rsidR="00BE6444">
        <w:t xml:space="preserve"> </w:t>
      </w:r>
      <w:r w:rsidR="00AE6ED4">
        <w:t xml:space="preserve">und </w:t>
      </w:r>
      <w:r w:rsidR="00BE6444">
        <w:t>2,40 Meter Flügelbreite</w:t>
      </w:r>
      <w:r w:rsidR="00BE6444" w:rsidRPr="00241EE7">
        <w:t xml:space="preserve"> </w:t>
      </w:r>
      <w:r w:rsidR="00845C7A">
        <w:t>sowie</w:t>
      </w:r>
      <w:r w:rsidR="00EC6F03">
        <w:t xml:space="preserve"> einem Gewicht bis 200 Kilogramm pro </w:t>
      </w:r>
      <w:r w:rsidR="00EC6F03">
        <w:lastRenderedPageBreak/>
        <w:t xml:space="preserve">Flügel konzipiert. </w:t>
      </w:r>
      <w:r w:rsidR="007522BD">
        <w:t>Der Antrieb öffnet und schließt den Flügel in Kippstellung für eine natürliche Lüftung und übernimmt gleichzeitig die Verriegelungsfunktion.</w:t>
      </w:r>
      <w:r w:rsidR="004419E4" w:rsidRPr="004419E4">
        <w:t xml:space="preserve"> </w:t>
      </w:r>
      <w:r w:rsidR="004419E4">
        <w:t>Durch die manuelle Drehfunktion kann das Fenster zu</w:t>
      </w:r>
      <w:r w:rsidR="00515542">
        <w:t>r</w:t>
      </w:r>
      <w:r w:rsidR="004419E4">
        <w:t xml:space="preserve"> Stoßlüftung komplett geöffnet werden. Auch im Wartungsfall sowie bei der Reinigung des Fensterglases ist das manuelle Öffnen in Drehposition von Vorteil</w:t>
      </w:r>
      <w:r w:rsidR="00E570DE">
        <w:t xml:space="preserve">. </w:t>
      </w:r>
      <w:r w:rsidR="002935E2" w:rsidRPr="00AC700B">
        <w:rPr>
          <w:rFonts w:cs="Arial"/>
          <w:color w:val="000000"/>
          <w:kern w:val="0"/>
        </w:rPr>
        <w:t>Um die Sicherheit der Nutzer zu gewährleisten, wird über ein mechanisches Schloss oder eine Parametrierung am Antrieb verhindert, dass unautorisierte Personen den Flügel in Drehstellung öffnen können.</w:t>
      </w:r>
    </w:p>
    <w:p w14:paraId="53507972" w14:textId="77777777" w:rsidR="00365CFD" w:rsidRDefault="00365CFD" w:rsidP="007522BD">
      <w:pPr>
        <w:rPr>
          <w:b/>
        </w:rPr>
      </w:pPr>
    </w:p>
    <w:p w14:paraId="514FEC7F" w14:textId="1B94275F" w:rsidR="00E570DE" w:rsidRPr="00E570DE" w:rsidRDefault="00B149D0" w:rsidP="007522BD">
      <w:pPr>
        <w:rPr>
          <w:b/>
        </w:rPr>
      </w:pPr>
      <w:r>
        <w:rPr>
          <w:b/>
        </w:rPr>
        <w:t xml:space="preserve">Für </w:t>
      </w:r>
      <w:r w:rsidR="00E570DE" w:rsidRPr="00E570DE">
        <w:rPr>
          <w:b/>
        </w:rPr>
        <w:t xml:space="preserve">automatisierte </w:t>
      </w:r>
      <w:r w:rsidR="00CF5A5A">
        <w:rPr>
          <w:b/>
        </w:rPr>
        <w:t>n</w:t>
      </w:r>
      <w:r w:rsidR="00E570DE" w:rsidRPr="00E570DE">
        <w:rPr>
          <w:b/>
        </w:rPr>
        <w:t>atürliche Lüftung</w:t>
      </w:r>
      <w:r>
        <w:rPr>
          <w:b/>
        </w:rPr>
        <w:t>slösungen</w:t>
      </w:r>
    </w:p>
    <w:p w14:paraId="02309510" w14:textId="4E092CA2" w:rsidR="006402DF" w:rsidRDefault="006402DF" w:rsidP="007522BD">
      <w:r>
        <w:t xml:space="preserve">Der </w:t>
      </w:r>
      <w:r w:rsidR="00E570DE">
        <w:t xml:space="preserve">F 1200+ </w:t>
      </w:r>
      <w:r>
        <w:t xml:space="preserve">Antrieb lässt sich </w:t>
      </w:r>
      <w:r w:rsidR="00171770">
        <w:t>über die</w:t>
      </w:r>
      <w:r>
        <w:t xml:space="preserve"> </w:t>
      </w:r>
      <w:r w:rsidRPr="004419E4">
        <w:t xml:space="preserve">IQ </w:t>
      </w:r>
      <w:r w:rsidR="00681AFA" w:rsidRPr="004419E4">
        <w:t>box</w:t>
      </w:r>
      <w:r w:rsidRPr="004419E4">
        <w:t xml:space="preserve"> </w:t>
      </w:r>
      <w:r w:rsidR="007B2455">
        <w:t xml:space="preserve">KNX </w:t>
      </w:r>
      <w:r>
        <w:t xml:space="preserve">vernetzen. </w:t>
      </w:r>
      <w:r w:rsidR="00E11DFE">
        <w:t>D</w:t>
      </w:r>
      <w:r>
        <w:t xml:space="preserve">ie </w:t>
      </w:r>
      <w:r w:rsidR="007B2455">
        <w:t>Fenster</w:t>
      </w:r>
      <w:r>
        <w:t xml:space="preserve"> </w:t>
      </w:r>
      <w:r w:rsidR="00E11DFE">
        <w:t xml:space="preserve">können </w:t>
      </w:r>
      <w:r w:rsidR="00870648">
        <w:t>dank der KNX-Kompa</w:t>
      </w:r>
      <w:r w:rsidR="000B0674">
        <w:t>ti</w:t>
      </w:r>
      <w:r w:rsidR="00870648">
        <w:t xml:space="preserve">bilität des Antriebs </w:t>
      </w:r>
      <w:r w:rsidR="00870648">
        <w:rPr>
          <w:bCs/>
        </w:rPr>
        <w:t xml:space="preserve">intelligent in die </w:t>
      </w:r>
      <w:r w:rsidR="00870648">
        <w:t xml:space="preserve">übergeordnete </w:t>
      </w:r>
      <w:r w:rsidR="00870648">
        <w:rPr>
          <w:bCs/>
        </w:rPr>
        <w:t>Gebäudeautomation eingebunden und mit verschiedenen Lüftungsszenarien versehen werden.</w:t>
      </w:r>
      <w:r w:rsidR="00870648">
        <w:t xml:space="preserve"> </w:t>
      </w:r>
      <w:r w:rsidR="007B2455">
        <w:t xml:space="preserve">Gleichzeitig </w:t>
      </w:r>
      <w:r w:rsidR="007522BD">
        <w:t xml:space="preserve">ermöglicht </w:t>
      </w:r>
      <w:r w:rsidR="00E11DFE">
        <w:t xml:space="preserve">der </w:t>
      </w:r>
      <w:r w:rsidR="007522BD">
        <w:t xml:space="preserve">F 1200+ </w:t>
      </w:r>
      <w:r w:rsidR="00AA6D2D">
        <w:t xml:space="preserve">dem Nutzer im Raum </w:t>
      </w:r>
      <w:r w:rsidR="007522BD">
        <w:t>das direkte Ansteuern des Fensters über</w:t>
      </w:r>
      <w:r>
        <w:t xml:space="preserve"> ein</w:t>
      </w:r>
      <w:r w:rsidR="007B2455">
        <w:t xml:space="preserve"> integriertes</w:t>
      </w:r>
      <w:r>
        <w:t xml:space="preserve"> Bedienfeld direkt am Antrieb.</w:t>
      </w:r>
      <w:r w:rsidR="0096232C">
        <w:t xml:space="preserve"> </w:t>
      </w:r>
      <w:r>
        <w:t xml:space="preserve">Bei </w:t>
      </w:r>
      <w:r w:rsidR="007522BD">
        <w:t>der</w:t>
      </w:r>
      <w:r>
        <w:t xml:space="preserve"> manuellen Bedienung wird </w:t>
      </w:r>
      <w:r w:rsidR="007522BD">
        <w:t>über</w:t>
      </w:r>
      <w:r>
        <w:t xml:space="preserve"> einen N</w:t>
      </w:r>
      <w:r w:rsidR="007522BD">
        <w:t>ä</w:t>
      </w:r>
      <w:r>
        <w:t>herungssensor das Bedienfeld aktiviert</w:t>
      </w:r>
      <w:r w:rsidR="000B3525">
        <w:t>.</w:t>
      </w:r>
      <w:r>
        <w:t xml:space="preserve"> </w:t>
      </w:r>
      <w:r w:rsidR="004C41FB">
        <w:t>Das intuitive Bedienkonzept ermöglicht es, dass auch Nutzer ohne vorherige Einweisung, wie zum Beispiel Hotelgäste</w:t>
      </w:r>
      <w:r w:rsidR="000B0674">
        <w:t>,</w:t>
      </w:r>
      <w:r w:rsidR="004C41FB">
        <w:t xml:space="preserve"> damit sicher umgehen. </w:t>
      </w:r>
      <w:r>
        <w:t xml:space="preserve">Dank optischer Status- und Sicherheitsmeldungen </w:t>
      </w:r>
      <w:r w:rsidR="00AA6D2D">
        <w:t xml:space="preserve">wird </w:t>
      </w:r>
      <w:r w:rsidR="007522BD">
        <w:t>über</w:t>
      </w:r>
      <w:r>
        <w:t xml:space="preserve"> die integrierte </w:t>
      </w:r>
      <w:r w:rsidR="00AC700B">
        <w:t>LED-Anzeige</w:t>
      </w:r>
      <w:r>
        <w:t xml:space="preserve"> eine erweiterte </w:t>
      </w:r>
      <w:r w:rsidR="00B149D0">
        <w:t xml:space="preserve">Nutzungssicherheit </w:t>
      </w:r>
      <w:r w:rsidR="007522BD">
        <w:t>gewährleistet</w:t>
      </w:r>
      <w:r>
        <w:t>.</w:t>
      </w:r>
      <w:r w:rsidR="000273D8">
        <w:t xml:space="preserve"> Optisch sorgt das Bedienfeld für ein modernes Erscheinungsbild im Raum und ersetzt den klassischen Fenstergriff.</w:t>
      </w:r>
    </w:p>
    <w:p w14:paraId="13E827CA" w14:textId="77777777" w:rsidR="006B111C" w:rsidRPr="00C528EB" w:rsidRDefault="006B111C" w:rsidP="00095819"/>
    <w:p w14:paraId="4C4B38D7" w14:textId="77777777" w:rsidR="006B111C" w:rsidRPr="00C528EB" w:rsidRDefault="006B111C" w:rsidP="00095819"/>
    <w:p w14:paraId="017487C0" w14:textId="2B1C8526" w:rsidR="006B111C" w:rsidRDefault="00095819" w:rsidP="000D17A0">
      <w:r>
        <w:t>Weitere Informationen</w:t>
      </w:r>
      <w:r w:rsidR="000D17A0">
        <w:t>:</w:t>
      </w:r>
    </w:p>
    <w:p w14:paraId="78CE363F" w14:textId="77777777" w:rsidR="000B0674" w:rsidRDefault="00000000" w:rsidP="000B0674">
      <w:pPr>
        <w:rPr>
          <w:sz w:val="22"/>
          <w:szCs w:val="22"/>
        </w:rPr>
      </w:pPr>
      <w:hyperlink r:id="rId9">
        <w:r w:rsidR="000B0674">
          <w:rPr>
            <w:color w:val="0563C1"/>
            <w:sz w:val="22"/>
            <w:szCs w:val="22"/>
            <w:u w:val="single"/>
          </w:rPr>
          <w:t>https://www.geze.de/de/newsroom/geze-antrieb-f-1200-fuer-raumhohe-schwere-fenster</w:t>
        </w:r>
      </w:hyperlink>
    </w:p>
    <w:p w14:paraId="5FF4D373" w14:textId="77777777" w:rsidR="000D17A0" w:rsidRPr="006B111C" w:rsidRDefault="000D17A0" w:rsidP="00095819"/>
    <w:p w14:paraId="6E88887E" w14:textId="77777777" w:rsidR="006B111C" w:rsidRPr="001B4121" w:rsidRDefault="006B111C" w:rsidP="006B111C">
      <w:pPr>
        <w:rPr>
          <w:b/>
        </w:rPr>
      </w:pPr>
      <w:r w:rsidRPr="001B4121">
        <w:rPr>
          <w:b/>
        </w:rPr>
        <w:t xml:space="preserve">ÜBER GEZE </w:t>
      </w:r>
    </w:p>
    <w:p w14:paraId="6355EB93" w14:textId="77777777" w:rsidR="00B13F2E" w:rsidRDefault="00B13F2E" w:rsidP="00B13F2E">
      <w:pPr>
        <w:rPr>
          <w:kern w:val="0"/>
        </w:rPr>
      </w:pPr>
      <w:r>
        <w:t>GEZE gehört zu den weltweit führenden Unternehmen für Produkte, Systemlösungen und umfassenden Service rund um Türen und Fenster. Der Spezialist für innovative und moderne Tür-, Fenster- und Sicherheitstechnik erzielt mit fundierter Branchen- und Fachkenntnis herausragende Ergebnisse, die Gebäude lebenswert machen.</w:t>
      </w:r>
    </w:p>
    <w:p w14:paraId="7F58EF46" w14:textId="6360A72B" w:rsidR="008F511E" w:rsidRPr="00B13F2E" w:rsidRDefault="00B13F2E" w:rsidP="00095819">
      <w:r>
        <w:t>Weltweit arbeiten bei GEZE mehr als 3.154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r w:rsidR="00A03805">
        <w:rPr>
          <w:noProof/>
          <w:lang w:eastAsia="de-DE"/>
        </w:rPr>
        <mc:AlternateContent>
          <mc:Choice Requires="wps">
            <w:drawing>
              <wp:anchor distT="180340" distB="0" distL="114300" distR="114300" simplePos="0" relativeHeight="251656192" behindDoc="0" locked="0" layoutInCell="1" allowOverlap="1" wp14:anchorId="11E05F52" wp14:editId="67B58F40">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219A9EB6" w14:textId="77777777" w:rsidTr="00454337">
                              <w:trPr>
                                <w:cantSplit/>
                                <w:trHeight w:hRule="exact" w:val="482"/>
                              </w:trPr>
                              <w:tc>
                                <w:tcPr>
                                  <w:tcW w:w="6321" w:type="dxa"/>
                                  <w:tcMar>
                                    <w:bottom w:w="91" w:type="dxa"/>
                                  </w:tcMar>
                                </w:tcPr>
                                <w:p w14:paraId="160A3B88" w14:textId="77777777" w:rsidR="00512C05" w:rsidRPr="002627A3" w:rsidRDefault="007F0435" w:rsidP="00113091">
                                  <w:pPr>
                                    <w:pStyle w:val="KontaktTitel"/>
                                  </w:pPr>
                                  <w:r w:rsidRPr="002627A3">
                                    <w:t>Kontakt</w:t>
                                  </w:r>
                                </w:p>
                              </w:tc>
                            </w:tr>
                            <w:tr w:rsidR="007F0435" w:rsidRPr="00603DBD" w14:paraId="5BA98409" w14:textId="77777777" w:rsidTr="00575AEF">
                              <w:trPr>
                                <w:cantSplit/>
                                <w:trHeight w:hRule="exact" w:val="425"/>
                              </w:trPr>
                              <w:tc>
                                <w:tcPr>
                                  <w:tcW w:w="6321" w:type="dxa"/>
                                </w:tcPr>
                                <w:p w14:paraId="43C76F7A"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550C8079"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113B448F"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E05F52" id="_x0000_t202" coordsize="21600,21600" o:spt="202" path="m,l,21600r21600,l21600,xe">
                <v:stroke joinstyle="miter"/>
                <v:path gradientshapeok="t" o:connecttype="rect"/>
              </v:shapetype>
              <v:shape id="Textfeld 6" o:spid="_x0000_s1026" type="#_x0000_t202" style="position:absolute;margin-left:0;margin-top:0;width:453.55pt;height:82.75pt;z-index:251656192;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219A9EB6" w14:textId="77777777" w:rsidTr="00454337">
                        <w:trPr>
                          <w:cantSplit/>
                          <w:trHeight w:hRule="exact" w:val="482"/>
                        </w:trPr>
                        <w:tc>
                          <w:tcPr>
                            <w:tcW w:w="6321" w:type="dxa"/>
                            <w:tcMar>
                              <w:bottom w:w="91" w:type="dxa"/>
                            </w:tcMar>
                          </w:tcPr>
                          <w:p w14:paraId="160A3B88" w14:textId="77777777" w:rsidR="00512C05" w:rsidRPr="002627A3" w:rsidRDefault="007F0435" w:rsidP="00113091">
                            <w:pPr>
                              <w:pStyle w:val="KontaktTitel"/>
                            </w:pPr>
                            <w:r w:rsidRPr="002627A3">
                              <w:t>Kontakt</w:t>
                            </w:r>
                          </w:p>
                        </w:tc>
                      </w:tr>
                      <w:tr w:rsidR="007F0435" w:rsidRPr="00603DBD" w14:paraId="5BA98409" w14:textId="77777777" w:rsidTr="00575AEF">
                        <w:trPr>
                          <w:cantSplit/>
                          <w:trHeight w:hRule="exact" w:val="425"/>
                        </w:trPr>
                        <w:tc>
                          <w:tcPr>
                            <w:tcW w:w="6321" w:type="dxa"/>
                          </w:tcPr>
                          <w:p w14:paraId="43C76F7A"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550C8079"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113B448F"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B13F2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08D2A" w14:textId="77777777" w:rsidR="00E2651D" w:rsidRDefault="00E2651D" w:rsidP="008D6134">
      <w:pPr>
        <w:spacing w:line="240" w:lineRule="auto"/>
      </w:pPr>
      <w:r>
        <w:separator/>
      </w:r>
    </w:p>
  </w:endnote>
  <w:endnote w:type="continuationSeparator" w:id="0">
    <w:p w14:paraId="5423E973" w14:textId="77777777" w:rsidR="00E2651D" w:rsidRDefault="00E2651D"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436FD" w14:textId="77777777" w:rsidR="00E2651D" w:rsidRDefault="00E2651D" w:rsidP="008D6134">
      <w:pPr>
        <w:spacing w:line="240" w:lineRule="auto"/>
      </w:pPr>
      <w:r>
        <w:separator/>
      </w:r>
    </w:p>
  </w:footnote>
  <w:footnote w:type="continuationSeparator" w:id="0">
    <w:p w14:paraId="44EA6484" w14:textId="77777777" w:rsidR="00E2651D" w:rsidRDefault="00E2651D"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603DBD" w14:paraId="09BFED45" w14:textId="77777777" w:rsidTr="00B556B7">
      <w:trPr>
        <w:trHeight w:hRule="exact" w:val="204"/>
      </w:trPr>
      <w:tc>
        <w:tcPr>
          <w:tcW w:w="7359" w:type="dxa"/>
          <w:tcMar>
            <w:bottom w:w="45" w:type="dxa"/>
          </w:tcMar>
        </w:tcPr>
        <w:p w14:paraId="7198B0B4"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3F4EE581" w14:textId="77777777" w:rsidTr="00B556B7">
      <w:trPr>
        <w:trHeight w:hRule="exact" w:val="425"/>
      </w:trPr>
      <w:tc>
        <w:tcPr>
          <w:tcW w:w="7359" w:type="dxa"/>
          <w:tcMar>
            <w:top w:w="210" w:type="dxa"/>
            <w:bottom w:w="57" w:type="dxa"/>
          </w:tcMar>
        </w:tcPr>
        <w:p w14:paraId="22FE178E" w14:textId="7DEF242E"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2F0EBB" w:rsidRPr="008B572B">
            <w:t>Pressemitteilung</w:t>
          </w:r>
          <w:r>
            <w:fldChar w:fldCharType="end"/>
          </w:r>
        </w:p>
        <w:p w14:paraId="08DA71DD" w14:textId="77777777" w:rsidR="008A2F5C" w:rsidRPr="00C65692" w:rsidRDefault="008A2F5C" w:rsidP="00B556B7">
          <w:pPr>
            <w:pStyle w:val="DokumenttypFolgeseiten"/>
            <w:framePr w:hSpace="0" w:wrap="auto" w:vAnchor="margin" w:yAlign="inline"/>
          </w:pPr>
          <w:r>
            <w:t>Ü</w:t>
          </w:r>
        </w:p>
      </w:tc>
    </w:tr>
    <w:tr w:rsidR="00742404" w:rsidRPr="008A2F5C" w14:paraId="0C75A524" w14:textId="77777777" w:rsidTr="00B556B7">
      <w:trPr>
        <w:trHeight w:hRule="exact" w:val="215"/>
      </w:trPr>
      <w:tc>
        <w:tcPr>
          <w:tcW w:w="7359" w:type="dxa"/>
        </w:tcPr>
        <w:p w14:paraId="50C764DF" w14:textId="2CF2FCCA"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2-11-09T00:00:00Z">
                <w:dateFormat w:val="dd.MM.yyyy"/>
                <w:lid w:val="de-DE"/>
                <w:storeMappedDataAs w:val="dateTime"/>
                <w:calendar w:val="gregorian"/>
              </w:date>
            </w:sdtPr>
            <w:sdtContent>
              <w:r w:rsidR="00603DBD">
                <w:t>09.11.2022</w:t>
              </w:r>
            </w:sdtContent>
          </w:sdt>
        </w:p>
      </w:tc>
    </w:tr>
  </w:tbl>
  <w:p w14:paraId="184D1FA9"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0209F7">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0209F7">
      <w:rPr>
        <w:b w:val="0"/>
        <w:noProof/>
      </w:rPr>
      <w:t>2</w:t>
    </w:r>
    <w:r w:rsidR="00A2525B" w:rsidRPr="00372112">
      <w:rPr>
        <w:b w:val="0"/>
      </w:rPr>
      <w:fldChar w:fldCharType="end"/>
    </w:r>
  </w:p>
  <w:p w14:paraId="61C4581B" w14:textId="77777777" w:rsidR="00742404" w:rsidRDefault="00D263AB">
    <w:pPr>
      <w:pStyle w:val="Kopfzeile"/>
    </w:pPr>
    <w:r>
      <w:rPr>
        <w:noProof/>
        <w:lang w:eastAsia="de-DE"/>
      </w:rPr>
      <w:drawing>
        <wp:anchor distT="0" distB="0" distL="114300" distR="114300" simplePos="0" relativeHeight="251659264" behindDoc="1" locked="1" layoutInCell="1" allowOverlap="1" wp14:anchorId="30B93A7A" wp14:editId="4D0515AA">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50C5F"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0209F7">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0209F7">
      <w:rPr>
        <w:b w:val="0"/>
        <w:noProof/>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603DBD" w14:paraId="4D4AEF42" w14:textId="77777777" w:rsidTr="005A529F">
      <w:trPr>
        <w:trHeight w:hRule="exact" w:val="198"/>
      </w:trPr>
      <w:tc>
        <w:tcPr>
          <w:tcW w:w="7371" w:type="dxa"/>
        </w:tcPr>
        <w:p w14:paraId="4DF86517"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25C85378" w14:textId="77777777" w:rsidTr="005A529F">
      <w:trPr>
        <w:trHeight w:val="765"/>
      </w:trPr>
      <w:tc>
        <w:tcPr>
          <w:tcW w:w="7371" w:type="dxa"/>
          <w:tcMar>
            <w:top w:w="204" w:type="dxa"/>
          </w:tcMar>
        </w:tcPr>
        <w:p w14:paraId="4EC990E4"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1136F7DE"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571CEF33" wp14:editId="0C116C92">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137EC5E1" wp14:editId="0179FBFE">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FFDCBA"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3FC4FC0A" wp14:editId="0305F164">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A515C6"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522475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85"/>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1DC"/>
    <w:rsid w:val="00013E5A"/>
    <w:rsid w:val="000209F7"/>
    <w:rsid w:val="00022648"/>
    <w:rsid w:val="00025DF7"/>
    <w:rsid w:val="000273D8"/>
    <w:rsid w:val="0005443A"/>
    <w:rsid w:val="00062822"/>
    <w:rsid w:val="0008169D"/>
    <w:rsid w:val="00094A49"/>
    <w:rsid w:val="00095819"/>
    <w:rsid w:val="000A2082"/>
    <w:rsid w:val="000B02C6"/>
    <w:rsid w:val="000B0674"/>
    <w:rsid w:val="000B3525"/>
    <w:rsid w:val="000C77B6"/>
    <w:rsid w:val="000D0ECF"/>
    <w:rsid w:val="000D17A0"/>
    <w:rsid w:val="000F0881"/>
    <w:rsid w:val="00110BB8"/>
    <w:rsid w:val="00110C8F"/>
    <w:rsid w:val="00113091"/>
    <w:rsid w:val="00117A3E"/>
    <w:rsid w:val="001261D2"/>
    <w:rsid w:val="00131D40"/>
    <w:rsid w:val="00152A47"/>
    <w:rsid w:val="001673EE"/>
    <w:rsid w:val="00171770"/>
    <w:rsid w:val="001B4121"/>
    <w:rsid w:val="001C6795"/>
    <w:rsid w:val="001D6E4F"/>
    <w:rsid w:val="001F462D"/>
    <w:rsid w:val="00231656"/>
    <w:rsid w:val="00240DB0"/>
    <w:rsid w:val="0024129B"/>
    <w:rsid w:val="00241EE7"/>
    <w:rsid w:val="002627A3"/>
    <w:rsid w:val="002935E2"/>
    <w:rsid w:val="0029378C"/>
    <w:rsid w:val="00295C6C"/>
    <w:rsid w:val="002A111D"/>
    <w:rsid w:val="002A2B85"/>
    <w:rsid w:val="002D4EAE"/>
    <w:rsid w:val="002E18F0"/>
    <w:rsid w:val="002F0EBB"/>
    <w:rsid w:val="003023FF"/>
    <w:rsid w:val="00311D57"/>
    <w:rsid w:val="00320BD1"/>
    <w:rsid w:val="00362821"/>
    <w:rsid w:val="00365CFD"/>
    <w:rsid w:val="003660CB"/>
    <w:rsid w:val="00372112"/>
    <w:rsid w:val="00381993"/>
    <w:rsid w:val="003A1C1B"/>
    <w:rsid w:val="003C69DE"/>
    <w:rsid w:val="003D37C3"/>
    <w:rsid w:val="003E251D"/>
    <w:rsid w:val="003F1099"/>
    <w:rsid w:val="003F7DD3"/>
    <w:rsid w:val="00420C17"/>
    <w:rsid w:val="004419E4"/>
    <w:rsid w:val="004427EA"/>
    <w:rsid w:val="00454337"/>
    <w:rsid w:val="00476FAC"/>
    <w:rsid w:val="00477FCC"/>
    <w:rsid w:val="0048296F"/>
    <w:rsid w:val="004B1576"/>
    <w:rsid w:val="004C41FB"/>
    <w:rsid w:val="004E14A7"/>
    <w:rsid w:val="004E1AAA"/>
    <w:rsid w:val="00501A06"/>
    <w:rsid w:val="00510A1A"/>
    <w:rsid w:val="00512C05"/>
    <w:rsid w:val="00515542"/>
    <w:rsid w:val="00516727"/>
    <w:rsid w:val="005204C7"/>
    <w:rsid w:val="00525290"/>
    <w:rsid w:val="005310D3"/>
    <w:rsid w:val="0053157C"/>
    <w:rsid w:val="00536764"/>
    <w:rsid w:val="00546F76"/>
    <w:rsid w:val="00575AEF"/>
    <w:rsid w:val="00590F61"/>
    <w:rsid w:val="00594785"/>
    <w:rsid w:val="005A4E09"/>
    <w:rsid w:val="005A529F"/>
    <w:rsid w:val="005D5226"/>
    <w:rsid w:val="0060196E"/>
    <w:rsid w:val="00603DBD"/>
    <w:rsid w:val="0060402D"/>
    <w:rsid w:val="00617E47"/>
    <w:rsid w:val="00636A8F"/>
    <w:rsid w:val="006402DF"/>
    <w:rsid w:val="00650096"/>
    <w:rsid w:val="00661485"/>
    <w:rsid w:val="006726F8"/>
    <w:rsid w:val="00681AFA"/>
    <w:rsid w:val="00687601"/>
    <w:rsid w:val="00696D0F"/>
    <w:rsid w:val="006B111C"/>
    <w:rsid w:val="006B41B4"/>
    <w:rsid w:val="006C3FDA"/>
    <w:rsid w:val="006E3D9D"/>
    <w:rsid w:val="006E61DC"/>
    <w:rsid w:val="00737987"/>
    <w:rsid w:val="00742404"/>
    <w:rsid w:val="0074360A"/>
    <w:rsid w:val="00750CB1"/>
    <w:rsid w:val="007522BD"/>
    <w:rsid w:val="00752C8E"/>
    <w:rsid w:val="00772A8A"/>
    <w:rsid w:val="00782B4B"/>
    <w:rsid w:val="007A1F3F"/>
    <w:rsid w:val="007B2455"/>
    <w:rsid w:val="007C2C48"/>
    <w:rsid w:val="007D4F8A"/>
    <w:rsid w:val="007E7B37"/>
    <w:rsid w:val="007F0435"/>
    <w:rsid w:val="008115D6"/>
    <w:rsid w:val="00813640"/>
    <w:rsid w:val="00820659"/>
    <w:rsid w:val="00835C47"/>
    <w:rsid w:val="00845C7A"/>
    <w:rsid w:val="00846FEA"/>
    <w:rsid w:val="008510DC"/>
    <w:rsid w:val="00853CCC"/>
    <w:rsid w:val="00863B08"/>
    <w:rsid w:val="00870648"/>
    <w:rsid w:val="00886FDB"/>
    <w:rsid w:val="008A2F5C"/>
    <w:rsid w:val="008B572B"/>
    <w:rsid w:val="008B5ABA"/>
    <w:rsid w:val="008C32F8"/>
    <w:rsid w:val="008D6134"/>
    <w:rsid w:val="008E707F"/>
    <w:rsid w:val="008F0D1C"/>
    <w:rsid w:val="008F511E"/>
    <w:rsid w:val="00905C0C"/>
    <w:rsid w:val="009149AE"/>
    <w:rsid w:val="00923ED8"/>
    <w:rsid w:val="00925FCD"/>
    <w:rsid w:val="00932972"/>
    <w:rsid w:val="0096232C"/>
    <w:rsid w:val="00980D79"/>
    <w:rsid w:val="00983A1D"/>
    <w:rsid w:val="00987757"/>
    <w:rsid w:val="0099368D"/>
    <w:rsid w:val="00993D97"/>
    <w:rsid w:val="009D1881"/>
    <w:rsid w:val="009F1966"/>
    <w:rsid w:val="00A03805"/>
    <w:rsid w:val="00A13AF3"/>
    <w:rsid w:val="00A2525B"/>
    <w:rsid w:val="00A330C9"/>
    <w:rsid w:val="00A339BA"/>
    <w:rsid w:val="00A34658"/>
    <w:rsid w:val="00A37A65"/>
    <w:rsid w:val="00A76734"/>
    <w:rsid w:val="00A9034D"/>
    <w:rsid w:val="00A91680"/>
    <w:rsid w:val="00AA25C7"/>
    <w:rsid w:val="00AA6D2D"/>
    <w:rsid w:val="00AC700B"/>
    <w:rsid w:val="00AD6CE7"/>
    <w:rsid w:val="00AE6ED4"/>
    <w:rsid w:val="00B06CCE"/>
    <w:rsid w:val="00B13F2E"/>
    <w:rsid w:val="00B149D0"/>
    <w:rsid w:val="00B22183"/>
    <w:rsid w:val="00B223C4"/>
    <w:rsid w:val="00B542C6"/>
    <w:rsid w:val="00B556B7"/>
    <w:rsid w:val="00B84880"/>
    <w:rsid w:val="00B91F04"/>
    <w:rsid w:val="00B928E6"/>
    <w:rsid w:val="00BB244C"/>
    <w:rsid w:val="00BB7BAA"/>
    <w:rsid w:val="00BE6444"/>
    <w:rsid w:val="00BF4B28"/>
    <w:rsid w:val="00C3654A"/>
    <w:rsid w:val="00C405F5"/>
    <w:rsid w:val="00C528EB"/>
    <w:rsid w:val="00C65692"/>
    <w:rsid w:val="00C72D7D"/>
    <w:rsid w:val="00CF5A5A"/>
    <w:rsid w:val="00D012DC"/>
    <w:rsid w:val="00D16343"/>
    <w:rsid w:val="00D21E65"/>
    <w:rsid w:val="00D263AB"/>
    <w:rsid w:val="00D53445"/>
    <w:rsid w:val="00D5446F"/>
    <w:rsid w:val="00D7331F"/>
    <w:rsid w:val="00D827D0"/>
    <w:rsid w:val="00D97CAC"/>
    <w:rsid w:val="00DA6046"/>
    <w:rsid w:val="00DB4BE6"/>
    <w:rsid w:val="00DC5F8B"/>
    <w:rsid w:val="00DC7D49"/>
    <w:rsid w:val="00DE1ED3"/>
    <w:rsid w:val="00DF67D1"/>
    <w:rsid w:val="00E10257"/>
    <w:rsid w:val="00E11DFE"/>
    <w:rsid w:val="00E2393F"/>
    <w:rsid w:val="00E2651D"/>
    <w:rsid w:val="00E308E8"/>
    <w:rsid w:val="00E3093B"/>
    <w:rsid w:val="00E570DE"/>
    <w:rsid w:val="00E80892"/>
    <w:rsid w:val="00EC6F03"/>
    <w:rsid w:val="00EE420C"/>
    <w:rsid w:val="00EE5CAC"/>
    <w:rsid w:val="00F04865"/>
    <w:rsid w:val="00F15040"/>
    <w:rsid w:val="00F31BCF"/>
    <w:rsid w:val="00F41D4A"/>
    <w:rsid w:val="00F46B41"/>
    <w:rsid w:val="00F83268"/>
    <w:rsid w:val="00F93367"/>
    <w:rsid w:val="00F96B14"/>
    <w:rsid w:val="00F96F22"/>
    <w:rsid w:val="00FB14E7"/>
    <w:rsid w:val="00FC331C"/>
    <w:rsid w:val="00FD4D3A"/>
    <w:rsid w:val="00FE089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CC62093"/>
  <w15:docId w15:val="{63754876-1F17-B84C-B5FA-ACC6CD58F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C528EB"/>
    <w:rPr>
      <w:sz w:val="16"/>
      <w:szCs w:val="16"/>
    </w:rPr>
  </w:style>
  <w:style w:type="paragraph" w:styleId="Kommentartext">
    <w:name w:val="annotation text"/>
    <w:basedOn w:val="Standard"/>
    <w:link w:val="KommentartextZchn"/>
    <w:uiPriority w:val="99"/>
    <w:semiHidden/>
    <w:unhideWhenUsed/>
    <w:rsid w:val="00C528E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528EB"/>
    <w:rPr>
      <w:kern w:val="4"/>
      <w:sz w:val="20"/>
      <w:szCs w:val="20"/>
    </w:rPr>
  </w:style>
  <w:style w:type="paragraph" w:styleId="Kommentarthema">
    <w:name w:val="annotation subject"/>
    <w:basedOn w:val="Kommentartext"/>
    <w:next w:val="Kommentartext"/>
    <w:link w:val="KommentarthemaZchn"/>
    <w:uiPriority w:val="99"/>
    <w:semiHidden/>
    <w:unhideWhenUsed/>
    <w:rsid w:val="00C528EB"/>
    <w:rPr>
      <w:b/>
      <w:bCs/>
    </w:rPr>
  </w:style>
  <w:style w:type="character" w:customStyle="1" w:styleId="KommentarthemaZchn">
    <w:name w:val="Kommentarthema Zchn"/>
    <w:basedOn w:val="KommentartextZchn"/>
    <w:link w:val="Kommentarthema"/>
    <w:uiPriority w:val="99"/>
    <w:semiHidden/>
    <w:rsid w:val="00C528EB"/>
    <w:rPr>
      <w:b/>
      <w:bCs/>
      <w:kern w:val="4"/>
      <w:sz w:val="20"/>
      <w:szCs w:val="20"/>
    </w:rPr>
  </w:style>
  <w:style w:type="paragraph" w:styleId="berarbeitung">
    <w:name w:val="Revision"/>
    <w:hidden/>
    <w:uiPriority w:val="99"/>
    <w:semiHidden/>
    <w:rsid w:val="00617E47"/>
    <w:pPr>
      <w:spacing w:line="240" w:lineRule="auto"/>
    </w:pPr>
    <w:rPr>
      <w:kern w:val="4"/>
    </w:rPr>
  </w:style>
  <w:style w:type="character" w:styleId="BesuchterLink">
    <w:name w:val="FollowedHyperlink"/>
    <w:basedOn w:val="Absatz-Standardschriftart"/>
    <w:uiPriority w:val="99"/>
    <w:semiHidden/>
    <w:unhideWhenUsed/>
    <w:rsid w:val="000209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06856">
      <w:bodyDiv w:val="1"/>
      <w:marLeft w:val="0"/>
      <w:marRight w:val="0"/>
      <w:marTop w:val="0"/>
      <w:marBottom w:val="0"/>
      <w:divBdr>
        <w:top w:val="none" w:sz="0" w:space="0" w:color="auto"/>
        <w:left w:val="none" w:sz="0" w:space="0" w:color="auto"/>
        <w:bottom w:val="none" w:sz="0" w:space="0" w:color="auto"/>
        <w:right w:val="none" w:sz="0" w:space="0" w:color="auto"/>
      </w:divBdr>
    </w:div>
    <w:div w:id="288820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geze-antrieb-f-1200-fuer-raumhohe-schwere-fenste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A4127691A5FC842A09A6632BD136F89"/>
        <w:category>
          <w:name w:val="Allgemein"/>
          <w:gallery w:val="placeholder"/>
        </w:category>
        <w:types>
          <w:type w:val="bbPlcHdr"/>
        </w:types>
        <w:behaviors>
          <w:behavior w:val="content"/>
        </w:behaviors>
        <w:guid w:val="{867B0F9D-9EE1-5149-844E-3D20C78A0B6E}"/>
      </w:docPartPr>
      <w:docPartBody>
        <w:p w:rsidR="00D57D9D" w:rsidRDefault="00EC39D4">
          <w:pPr>
            <w:pStyle w:val="8A4127691A5FC842A09A6632BD136F89"/>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39D4"/>
    <w:rsid w:val="00045D80"/>
    <w:rsid w:val="0007161E"/>
    <w:rsid w:val="0018497E"/>
    <w:rsid w:val="001C690A"/>
    <w:rsid w:val="00265844"/>
    <w:rsid w:val="002F5B2C"/>
    <w:rsid w:val="003A0025"/>
    <w:rsid w:val="00415EE7"/>
    <w:rsid w:val="00450CD7"/>
    <w:rsid w:val="00483420"/>
    <w:rsid w:val="00537C7B"/>
    <w:rsid w:val="005D756C"/>
    <w:rsid w:val="006C1F29"/>
    <w:rsid w:val="006D1870"/>
    <w:rsid w:val="00737BB1"/>
    <w:rsid w:val="00775450"/>
    <w:rsid w:val="00784CDE"/>
    <w:rsid w:val="007D5FDB"/>
    <w:rsid w:val="007F1228"/>
    <w:rsid w:val="00885585"/>
    <w:rsid w:val="00976F4C"/>
    <w:rsid w:val="00A200A2"/>
    <w:rsid w:val="00A6000A"/>
    <w:rsid w:val="00AA4407"/>
    <w:rsid w:val="00AA44B3"/>
    <w:rsid w:val="00B66792"/>
    <w:rsid w:val="00B9456E"/>
    <w:rsid w:val="00C14C1F"/>
    <w:rsid w:val="00CA7521"/>
    <w:rsid w:val="00D57D9D"/>
    <w:rsid w:val="00D93C72"/>
    <w:rsid w:val="00DC1E59"/>
    <w:rsid w:val="00E90121"/>
    <w:rsid w:val="00EC39D4"/>
    <w:rsid w:val="00EC49A7"/>
    <w:rsid w:val="00EF433D"/>
    <w:rsid w:val="00F654C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8A4127691A5FC842A09A6632BD136F89">
    <w:name w:val="8A4127691A5FC842A09A6632BD136F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2022-11-09T00:00:00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B02E873-217F-406C-8B83-88C508319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600</Words>
  <Characters>3780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Jonathan Wurster</cp:lastModifiedBy>
  <cp:revision>10</cp:revision>
  <cp:lastPrinted>2022-10-06T13:55:00Z</cp:lastPrinted>
  <dcterms:created xsi:type="dcterms:W3CDTF">2022-10-06T11:40:00Z</dcterms:created>
  <dcterms:modified xsi:type="dcterms:W3CDTF">2022-11-09T08:28:00Z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